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B3029BB" w:rsidR="002F7E5B" w:rsidRDefault="00076215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  <w:i/>
        </w:rPr>
        <w:t xml:space="preserve"> </w:t>
      </w:r>
      <w:r w:rsidR="005C22DE"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76082B">
        <w:rPr>
          <w:rFonts w:asciiTheme="minorHAnsi" w:hAnsiTheme="minorHAnsi" w:cs="Arial"/>
          <w:b/>
          <w:i/>
        </w:rPr>
        <w:t>4</w:t>
      </w:r>
    </w:p>
    <w:p w14:paraId="4785CF5D" w14:textId="77777777" w:rsidR="00624BF6" w:rsidRPr="00624BF6" w:rsidRDefault="00624BF6" w:rsidP="00624BF6">
      <w:pPr>
        <w:spacing w:after="0"/>
        <w:rPr>
          <w:rFonts w:asciiTheme="minorHAnsi" w:hAnsiTheme="minorHAnsi" w:cs="Arial Narrow"/>
          <w:i/>
          <w:sz w:val="18"/>
          <w:szCs w:val="18"/>
        </w:rPr>
      </w:pPr>
      <w:r w:rsidRPr="00624BF6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624BF6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370F6B4" w14:textId="1157A413" w:rsidR="00624BF6" w:rsidRPr="00624BF6" w:rsidRDefault="00624BF6" w:rsidP="00624BF6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„</w:t>
      </w:r>
      <w:r w:rsidR="00076215">
        <w:rPr>
          <w:rFonts w:asciiTheme="minorHAnsi" w:hAnsiTheme="minorHAnsi"/>
          <w:b/>
          <w:bCs/>
          <w:sz w:val="18"/>
          <w:szCs w:val="18"/>
        </w:rPr>
        <w:t>Młodzi przyszłością Dolnego Śląska</w:t>
      </w:r>
      <w:r w:rsidRPr="00624BF6">
        <w:rPr>
          <w:rFonts w:asciiTheme="minorHAnsi" w:hAnsiTheme="minorHAnsi"/>
          <w:b/>
          <w:bCs/>
          <w:sz w:val="18"/>
          <w:szCs w:val="18"/>
        </w:rPr>
        <w:t xml:space="preserve">!” </w:t>
      </w:r>
    </w:p>
    <w:p w14:paraId="4FB54203" w14:textId="58B888F0" w:rsidR="00624BF6" w:rsidRPr="00624BF6" w:rsidRDefault="00624BF6" w:rsidP="00624BF6">
      <w:pPr>
        <w:spacing w:after="0"/>
        <w:rPr>
          <w:rFonts w:asciiTheme="minorHAnsi" w:hAnsiTheme="minorHAnsi" w:cs="Arial"/>
          <w:i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nr FEDS.07.0</w:t>
      </w:r>
      <w:r w:rsidR="00087F66">
        <w:rPr>
          <w:rFonts w:asciiTheme="minorHAnsi" w:hAnsiTheme="minorHAnsi"/>
          <w:b/>
          <w:bCs/>
          <w:sz w:val="18"/>
          <w:szCs w:val="18"/>
        </w:rPr>
        <w:t>5</w:t>
      </w:r>
      <w:r w:rsidRPr="00624BF6">
        <w:rPr>
          <w:rFonts w:asciiTheme="minorHAnsi" w:hAnsiTheme="minorHAnsi"/>
          <w:b/>
          <w:bCs/>
          <w:sz w:val="18"/>
          <w:szCs w:val="18"/>
        </w:rPr>
        <w:t>-IP.02-0</w:t>
      </w:r>
      <w:r w:rsidR="00076215">
        <w:rPr>
          <w:rFonts w:asciiTheme="minorHAnsi" w:hAnsiTheme="minorHAnsi"/>
          <w:b/>
          <w:bCs/>
          <w:sz w:val="18"/>
          <w:szCs w:val="18"/>
        </w:rPr>
        <w:t>151</w:t>
      </w:r>
      <w:r w:rsidRPr="00624BF6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F5150C3" w14:textId="410456B3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</w:t>
      </w:r>
      <w:r w:rsidR="00E315ED">
        <w:rPr>
          <w:rFonts w:asciiTheme="minorHAnsi" w:hAnsiTheme="minorHAnsi"/>
        </w:rPr>
        <w:t>A</w:t>
      </w:r>
      <w:r w:rsidRPr="00F422CB">
        <w:rPr>
          <w:rFonts w:asciiTheme="minorHAnsi" w:hAnsiTheme="minorHAnsi"/>
        </w:rPr>
        <w:t xml:space="preserve"> *</w:t>
      </w:r>
    </w:p>
    <w:p w14:paraId="4AF7115C" w14:textId="77777777" w:rsidR="0076082B" w:rsidRPr="00F422CB" w:rsidRDefault="0076082B" w:rsidP="00E315ED">
      <w:pPr>
        <w:spacing w:after="3" w:line="256" w:lineRule="auto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wymagane od Oferenta w zakresie wypełnienia obowiązków informacyjnych przewidzianych w art. 13 lub art.14 RODO</w:t>
      </w:r>
    </w:p>
    <w:p w14:paraId="0361D702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E882CC0" w14:textId="4E39F1F2" w:rsidR="0076082B" w:rsidRPr="00E315ED" w:rsidRDefault="0076082B" w:rsidP="00E315ED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bCs/>
        </w:rPr>
      </w:pPr>
      <w:r w:rsidRPr="00E315ED">
        <w:rPr>
          <w:rFonts w:asciiTheme="minorHAnsi" w:hAnsiTheme="minorHAnsi"/>
        </w:rPr>
        <w:t>Oświadczam, że wypełniłem obowiązki informacyjne przewidziane w art.13 lub art.14 RODO</w:t>
      </w:r>
      <w:r w:rsidRPr="00F422CB">
        <w:rPr>
          <w:vertAlign w:val="superscript"/>
        </w:rPr>
        <w:footnoteReference w:id="1"/>
      </w:r>
      <w:r w:rsidRPr="00E315ED">
        <w:rPr>
          <w:rFonts w:asciiTheme="minorHAnsi" w:hAnsiTheme="minorHAnsi"/>
        </w:rPr>
        <w:t xml:space="preserve"> wobec osób fizycznych, od których dane osobowe bezpośrednio lub pośrednio pozyskałem w celu ubiegania się                           o udzielenie zamówienia w Zapytaniu ofertowym. </w:t>
      </w:r>
      <w:r w:rsidR="00E315ED">
        <w:rPr>
          <w:rFonts w:asciiTheme="minorHAnsi" w:hAnsiTheme="minorHAnsi"/>
        </w:rPr>
        <w:t>*</w:t>
      </w:r>
    </w:p>
    <w:p w14:paraId="14E740A0" w14:textId="1A5A2EB7" w:rsidR="00E315ED" w:rsidRPr="00E315ED" w:rsidRDefault="00E315ED" w:rsidP="00E315ED">
      <w:pPr>
        <w:pStyle w:val="Akapitzlist"/>
        <w:numPr>
          <w:ilvl w:val="0"/>
          <w:numId w:val="10"/>
        </w:numPr>
        <w:spacing w:line="259" w:lineRule="auto"/>
        <w:jc w:val="both"/>
        <w:rPr>
          <w:rFonts w:asciiTheme="minorHAnsi" w:hAnsiTheme="minorHAnsi"/>
        </w:rPr>
      </w:pPr>
      <w:r w:rsidRPr="00E315ED">
        <w:rPr>
          <w:rFonts w:asciiTheme="minorHAnsi" w:hAnsiTheme="minorHAnsi"/>
        </w:rPr>
        <w:t xml:space="preserve">Oświadczam, że reprezentowany przeze mnie podmiot posiada wdrożone odpowiednie środki techniczne                           i organizacyjne, gwarantujące przetwarzanie danych osobowych w sposób zgodny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osobowych). </w:t>
      </w:r>
    </w:p>
    <w:p w14:paraId="06A6F9BE" w14:textId="77777777" w:rsidR="00E315ED" w:rsidRPr="00F422CB" w:rsidRDefault="00E315ED" w:rsidP="00E315ED">
      <w:pPr>
        <w:spacing w:line="259" w:lineRule="auto"/>
        <w:ind w:left="242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2BB02820" w14:textId="77777777" w:rsidR="0076082B" w:rsidRPr="00F422CB" w:rsidRDefault="0076082B" w:rsidP="00E315ED">
      <w:pPr>
        <w:spacing w:line="265" w:lineRule="auto"/>
        <w:ind w:right="576"/>
        <w:rPr>
          <w:rFonts w:asciiTheme="minorHAnsi" w:hAnsiTheme="minorHAnsi"/>
        </w:rPr>
      </w:pPr>
    </w:p>
    <w:p w14:paraId="20001903" w14:textId="77777777" w:rsidR="0076082B" w:rsidRPr="00E315ED" w:rsidRDefault="0076082B" w:rsidP="0076082B">
      <w:pPr>
        <w:spacing w:line="259" w:lineRule="auto"/>
        <w:jc w:val="both"/>
        <w:rPr>
          <w:rFonts w:asciiTheme="minorHAnsi" w:hAnsiTheme="minorHAnsi"/>
          <w:sz w:val="20"/>
          <w:szCs w:val="20"/>
        </w:rPr>
      </w:pPr>
      <w:r w:rsidRPr="00E315ED">
        <w:rPr>
          <w:rFonts w:asciiTheme="minorHAnsi" w:hAnsiTheme="minorHAnsi"/>
          <w:sz w:val="20"/>
          <w:szCs w:val="20"/>
        </w:rPr>
        <w:t>*W przypadku, gdy Oferent nie przekazuje danych osobowych innych niż bezpośrednio jego dotyczących lub zachodzi wyłączenie stosowania obowiązku informacyjnego, stosownie do art. 13 ust.4 lub art.14 ust.5 RODO, Oferent treść oświadczenia przekreśla i składa przekreślone wraz z ofertą.</w:t>
      </w:r>
    </w:p>
    <w:p w14:paraId="7A519AC8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5252F6C5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3075EF4A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2F1E718" w14:textId="77777777" w:rsidR="00E315ED" w:rsidRPr="000B418E" w:rsidRDefault="00E315ED" w:rsidP="00E315ED">
      <w:pPr>
        <w:suppressAutoHyphens/>
        <w:rPr>
          <w:rFonts w:asciiTheme="minorHAnsi" w:hAnsiTheme="minorHAnsi" w:cstheme="minorHAnsi"/>
          <w:spacing w:val="-3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           ……………………………………………                               </w:t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>……………………………………………</w:t>
      </w:r>
    </w:p>
    <w:p w14:paraId="753B6FFD" w14:textId="77777777" w:rsidR="00E315ED" w:rsidRPr="000B418E" w:rsidRDefault="00E315ED" w:rsidP="00E315ED">
      <w:pPr>
        <w:suppressAutoHyphens/>
        <w:spacing w:line="100" w:lineRule="atLeast"/>
        <w:ind w:firstLine="624"/>
        <w:rPr>
          <w:rFonts w:asciiTheme="minorHAnsi" w:hAnsiTheme="minorHAnsi" w:cstheme="minorHAnsi"/>
          <w:spacing w:val="-4"/>
          <w:kern w:val="1"/>
          <w:lang w:eastAsia="ar-SA"/>
        </w:rPr>
      </w:pP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</w:t>
      </w:r>
      <w:r w:rsidRPr="000B418E">
        <w:rPr>
          <w:rFonts w:asciiTheme="minorHAnsi" w:hAnsiTheme="minorHAnsi" w:cstheme="minorHAnsi"/>
        </w:rPr>
        <w:t xml:space="preserve">         Miejscowość i data</w:t>
      </w:r>
      <w:r w:rsidRPr="000B418E">
        <w:rPr>
          <w:rFonts w:asciiTheme="minorHAnsi" w:hAnsiTheme="minorHAnsi" w:cstheme="minorHAnsi"/>
        </w:rPr>
        <w:tab/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                                                             </w:t>
      </w:r>
      <w:r w:rsidRPr="000B418E">
        <w:rPr>
          <w:rFonts w:asciiTheme="minorHAnsi" w:hAnsiTheme="minorHAnsi" w:cstheme="minorHAnsi"/>
          <w:spacing w:val="-4"/>
          <w:kern w:val="1"/>
          <w:lang w:eastAsia="ar-SA"/>
        </w:rPr>
        <w:t xml:space="preserve">Czytelny podpis Oferenta </w:t>
      </w:r>
    </w:p>
    <w:p w14:paraId="06F0E79B" w14:textId="77777777" w:rsidR="00E315ED" w:rsidRPr="001B6CBE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8B20009" w14:textId="33F08DC3" w:rsidR="002F7E5B" w:rsidRPr="00D90060" w:rsidRDefault="0076082B" w:rsidP="00E315ED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8F2EE" w14:textId="77777777" w:rsidR="008B69DE" w:rsidRDefault="008B69DE">
      <w:r>
        <w:separator/>
      </w:r>
    </w:p>
  </w:endnote>
  <w:endnote w:type="continuationSeparator" w:id="0">
    <w:p w14:paraId="662C3EDA" w14:textId="77777777" w:rsidR="008B69DE" w:rsidRDefault="008B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A6EF6" w14:textId="77777777" w:rsidR="008B69DE" w:rsidRDefault="008B69DE">
      <w:r>
        <w:separator/>
      </w:r>
    </w:p>
  </w:footnote>
  <w:footnote w:type="continuationSeparator" w:id="0">
    <w:p w14:paraId="6C42E679" w14:textId="77777777" w:rsidR="008B69DE" w:rsidRDefault="008B69DE">
      <w:r>
        <w:continuationSeparator/>
      </w:r>
    </w:p>
  </w:footnote>
  <w:footnote w:id="1">
    <w:p w14:paraId="22668F92" w14:textId="77777777" w:rsidR="0076082B" w:rsidRDefault="0076082B" w:rsidP="0076082B">
      <w:pPr>
        <w:pStyle w:val="footnotedescription"/>
        <w:spacing w:line="268" w:lineRule="auto"/>
        <w:ind w:right="54"/>
      </w:pPr>
      <w:r>
        <w:rPr>
          <w:rStyle w:val="footnotemark"/>
        </w:rPr>
        <w:footnoteRef/>
      </w:r>
      <w:r>
        <w:t xml:space="preserve"> Rozporządzenie Parlamentu Europejskiego i Rady (UE) 2016/679 z dnia 2016r. w sprawie ochrony osób fizycznych w związku z przetwarzaniem danych osobowych i w sprawie swobodnego przepływu takich danych oraz uchylenia dyrektywy 95/46/WE (ogólne rozporządzenie o ochronie danych) (Dz. Urz. UE L 119 z 04.05.2016, str.1).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81604"/>
    <w:multiLevelType w:val="hybridMultilevel"/>
    <w:tmpl w:val="8A485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34964">
    <w:abstractNumId w:val="5"/>
  </w:num>
  <w:num w:numId="2" w16cid:durableId="2115633682">
    <w:abstractNumId w:val="1"/>
  </w:num>
  <w:num w:numId="3" w16cid:durableId="1158183220">
    <w:abstractNumId w:val="7"/>
  </w:num>
  <w:num w:numId="4" w16cid:durableId="278100362">
    <w:abstractNumId w:val="4"/>
  </w:num>
  <w:num w:numId="5" w16cid:durableId="1326783815">
    <w:abstractNumId w:val="8"/>
  </w:num>
  <w:num w:numId="6" w16cid:durableId="460269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024930">
    <w:abstractNumId w:val="0"/>
  </w:num>
  <w:num w:numId="8" w16cid:durableId="1234778675">
    <w:abstractNumId w:val="2"/>
  </w:num>
  <w:num w:numId="9" w16cid:durableId="1822194493">
    <w:abstractNumId w:val="3"/>
  </w:num>
  <w:num w:numId="10" w16cid:durableId="56845982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76215"/>
    <w:rsid w:val="0007793F"/>
    <w:rsid w:val="00080D83"/>
    <w:rsid w:val="00082097"/>
    <w:rsid w:val="00087F66"/>
    <w:rsid w:val="00091D25"/>
    <w:rsid w:val="00093DFE"/>
    <w:rsid w:val="000A7662"/>
    <w:rsid w:val="000B418E"/>
    <w:rsid w:val="000B516D"/>
    <w:rsid w:val="000C370A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6BB4"/>
    <w:rsid w:val="00167543"/>
    <w:rsid w:val="0016782B"/>
    <w:rsid w:val="00171089"/>
    <w:rsid w:val="00180FB7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2CB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0E16"/>
    <w:rsid w:val="00272B07"/>
    <w:rsid w:val="002747D4"/>
    <w:rsid w:val="002761CC"/>
    <w:rsid w:val="002761D2"/>
    <w:rsid w:val="00276F07"/>
    <w:rsid w:val="0028046C"/>
    <w:rsid w:val="00284B3C"/>
    <w:rsid w:val="00295E29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AF9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4048C"/>
    <w:rsid w:val="00451E71"/>
    <w:rsid w:val="0045529E"/>
    <w:rsid w:val="004861BD"/>
    <w:rsid w:val="00492BD3"/>
    <w:rsid w:val="004A675C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16DC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A3EC5"/>
    <w:rsid w:val="005C1B7A"/>
    <w:rsid w:val="005C22DE"/>
    <w:rsid w:val="005C260F"/>
    <w:rsid w:val="005C38EF"/>
    <w:rsid w:val="005C7818"/>
    <w:rsid w:val="005D1B64"/>
    <w:rsid w:val="005E1173"/>
    <w:rsid w:val="005F4C90"/>
    <w:rsid w:val="005F4C94"/>
    <w:rsid w:val="0060682E"/>
    <w:rsid w:val="00606BF1"/>
    <w:rsid w:val="006134EB"/>
    <w:rsid w:val="00613B02"/>
    <w:rsid w:val="00621F12"/>
    <w:rsid w:val="00622781"/>
    <w:rsid w:val="00622A6B"/>
    <w:rsid w:val="00624BF6"/>
    <w:rsid w:val="00635FEA"/>
    <w:rsid w:val="00640BFF"/>
    <w:rsid w:val="00655C5C"/>
    <w:rsid w:val="00660276"/>
    <w:rsid w:val="00663E1E"/>
    <w:rsid w:val="00665085"/>
    <w:rsid w:val="00666631"/>
    <w:rsid w:val="00673D12"/>
    <w:rsid w:val="00676BED"/>
    <w:rsid w:val="00683058"/>
    <w:rsid w:val="006852E3"/>
    <w:rsid w:val="006867AB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26B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775A9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9DE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4627A"/>
    <w:rsid w:val="0095355A"/>
    <w:rsid w:val="009570DE"/>
    <w:rsid w:val="009601D8"/>
    <w:rsid w:val="00963EC8"/>
    <w:rsid w:val="00964DB3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26C4"/>
    <w:rsid w:val="009C630F"/>
    <w:rsid w:val="009D71C1"/>
    <w:rsid w:val="009F2CF0"/>
    <w:rsid w:val="009F2E5F"/>
    <w:rsid w:val="009F5505"/>
    <w:rsid w:val="009F64EC"/>
    <w:rsid w:val="009F7B0F"/>
    <w:rsid w:val="009F7DAB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367"/>
    <w:rsid w:val="00AC77B4"/>
    <w:rsid w:val="00AD0D36"/>
    <w:rsid w:val="00AD169D"/>
    <w:rsid w:val="00AD28F2"/>
    <w:rsid w:val="00AD7F6E"/>
    <w:rsid w:val="00AE0D46"/>
    <w:rsid w:val="00AE6C0A"/>
    <w:rsid w:val="00AF080A"/>
    <w:rsid w:val="00AF5A2B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9DF"/>
    <w:rsid w:val="00C01B5F"/>
    <w:rsid w:val="00C01FEB"/>
    <w:rsid w:val="00C03A27"/>
    <w:rsid w:val="00C13BA5"/>
    <w:rsid w:val="00C2466A"/>
    <w:rsid w:val="00C24696"/>
    <w:rsid w:val="00C2732C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BC9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15ED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EC9E-9BE4-794C-B020-965EAB36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2025-08-08T08:43:00Z</dcterms:created>
  <dcterms:modified xsi:type="dcterms:W3CDTF">2025-08-08T08:43:00Z</dcterms:modified>
</cp:coreProperties>
</file>